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4BF4CF47" w14:textId="53D0897D" w:rsidR="004E7980" w:rsidRDefault="004E7980" w:rsidP="008F4DC3">
            <w:pPr>
              <w:jc w:val="right"/>
            </w:pPr>
            <w:r>
              <w:t>VTS57-7.2.6</w:t>
            </w:r>
          </w:p>
          <w:p w14:paraId="6E3F8D98" w14:textId="73C4476B" w:rsidR="000348ED" w:rsidRPr="00FE3913" w:rsidRDefault="004E7980" w:rsidP="008F4DC3">
            <w:pPr>
              <w:jc w:val="right"/>
            </w:pPr>
            <w:r>
              <w:t>(</w:t>
            </w:r>
            <w:r w:rsidR="001B5C39" w:rsidRPr="00FE3913">
              <w:t>DTEC3-11.2.2.9</w:t>
            </w:r>
            <w:r>
              <w:t>)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50BD0BF1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E7980">
              <w:t xml:space="preserve"> and  </w:t>
            </w:r>
            <w:r w:rsidR="00476950">
              <w:t>PAP</w:t>
            </w:r>
          </w:p>
        </w:tc>
        <w:tc>
          <w:tcPr>
            <w:tcW w:w="5461" w:type="dxa"/>
          </w:tcPr>
          <w:p w14:paraId="5039DF58" w14:textId="6DA05D38" w:rsidR="000348ED" w:rsidRPr="00282766" w:rsidRDefault="00857F1B" w:rsidP="008F4DC3">
            <w:pPr>
              <w:jc w:val="right"/>
            </w:pPr>
            <w:r w:rsidRPr="004C7016">
              <w:t xml:space="preserve">3rd </w:t>
            </w:r>
            <w:r>
              <w:t>October</w:t>
            </w:r>
            <w:r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115FFA40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E5755C" w:rsidRPr="00282766">
        <w:rPr>
          <w:lang w:val="en-GB"/>
        </w:rPr>
        <w:t xml:space="preserve">and PAP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r w:rsidR="00B537C8">
        <w:rPr>
          <w:lang w:val="en-GB"/>
        </w:rPr>
        <w:t>AtoNs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1E27F" w14:textId="77777777" w:rsidR="00F00D7D" w:rsidRDefault="00F00D7D" w:rsidP="002B0236">
      <w:r>
        <w:separator/>
      </w:r>
    </w:p>
  </w:endnote>
  <w:endnote w:type="continuationSeparator" w:id="0">
    <w:p w14:paraId="0EBFA716" w14:textId="77777777" w:rsidR="00F00D7D" w:rsidRDefault="00F00D7D" w:rsidP="002B0236">
      <w:r>
        <w:continuationSeparator/>
      </w:r>
    </w:p>
  </w:endnote>
  <w:endnote w:type="continuationNotice" w:id="1">
    <w:p w14:paraId="7E8A2CDD" w14:textId="77777777" w:rsidR="00F00D7D" w:rsidRDefault="00F00D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620F2" w14:textId="77777777" w:rsidR="00F00D7D" w:rsidRDefault="00F00D7D" w:rsidP="002B0236">
      <w:bookmarkStart w:id="0" w:name="_Hlk178862997"/>
      <w:bookmarkEnd w:id="0"/>
      <w:r>
        <w:separator/>
      </w:r>
    </w:p>
  </w:footnote>
  <w:footnote w:type="continuationSeparator" w:id="0">
    <w:p w14:paraId="50E42687" w14:textId="77777777" w:rsidR="00F00D7D" w:rsidRDefault="00F00D7D" w:rsidP="002B0236">
      <w:r>
        <w:continuationSeparator/>
      </w:r>
    </w:p>
  </w:footnote>
  <w:footnote w:type="continuationNotice" w:id="1">
    <w:p w14:paraId="2B0D58C7" w14:textId="77777777" w:rsidR="00F00D7D" w:rsidRDefault="00F00D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3397212C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47E05D37" w:rsidR="008E7A45" w:rsidRDefault="00AB457C" w:rsidP="002B0236">
    <w:pPr>
      <w:pStyle w:val="Header"/>
    </w:pPr>
    <w:r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4DFB0FBA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434E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4E7980"/>
    <w:rsid w:val="00536A56"/>
    <w:rsid w:val="005560CE"/>
    <w:rsid w:val="005627AA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77558"/>
    <w:rsid w:val="007821A0"/>
    <w:rsid w:val="007A47E5"/>
    <w:rsid w:val="007C7986"/>
    <w:rsid w:val="007E13D6"/>
    <w:rsid w:val="0080092C"/>
    <w:rsid w:val="008132B7"/>
    <w:rsid w:val="00814D03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0C44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DD4D8D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0D7D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9</cp:revision>
  <cp:lastPrinted>2006-10-19T11:49:00Z</cp:lastPrinted>
  <dcterms:created xsi:type="dcterms:W3CDTF">2024-10-03T12:16:00Z</dcterms:created>
  <dcterms:modified xsi:type="dcterms:W3CDTF">2025-02-25T16:04:00Z</dcterms:modified>
</cp:coreProperties>
</file>